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B07CAB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B07CA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57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30636" w:rsidRDefault="00D0461E" w:rsidP="00B07CA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F2F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Јужна 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Африка-  </w:t>
            </w:r>
            <w:r w:rsidR="00B07CAB" w:rsidRPr="00B07CAB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Између  Атлантика  и  Индијског  океана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B07CA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географске  одлике 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Јужне 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географским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одлика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Јужне 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>Африке</w:t>
            </w:r>
          </w:p>
          <w:p w:rsidR="00530636" w:rsidRPr="0066207A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B07CAB" w:rsidRDefault="000E7E1B" w:rsidP="00B07CAB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0E7E1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="00B07CAB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B07CAB" w:rsidRPr="00B07CA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уочи  специфичности  географског  положаја </w:t>
            </w:r>
            <w:r w:rsidR="00B07CA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Јужне  Африке</w:t>
            </w:r>
          </w:p>
          <w:p w:rsidR="00B07CAB" w:rsidRPr="00B07CAB" w:rsidRDefault="00B07CAB" w:rsidP="00B07CAB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 w:rsidRPr="00B07CA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Pr="00B07CA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анализира  одлике  рељефа, климе  и  природних  зона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Јужне  Африке</w:t>
            </w:r>
          </w:p>
          <w:p w:rsidR="00B07CAB" w:rsidRPr="00B07CAB" w:rsidRDefault="00B07CAB" w:rsidP="00B07CAB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B07CA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Pr="00B07CA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рузуме  демографске  одлике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Јужне  Африке</w:t>
            </w:r>
          </w:p>
          <w:p w:rsidR="00D0461E" w:rsidRPr="00B07CAB" w:rsidRDefault="00B07CAB" w:rsidP="00B07CAB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B07CA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-обј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а</w:t>
            </w:r>
            <w:r w:rsidRPr="00B07CAB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сни  значај  великог  рудног богатства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на  привредне  одлике регије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7CAB" w:rsidRDefault="00670648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  <w:r w:rsidR="00B07CAB" w:rsidRPr="00B07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670648" w:rsidRDefault="00B07CAB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07C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ГЕ1.1.3. Препознаје и чита географске и допунске елементе карте </w:t>
            </w:r>
            <w:r w:rsidRPr="00B07CAB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 xml:space="preserve">– </w:t>
            </w:r>
            <w:r w:rsidRPr="00B07C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океана, острва, висоравни, планина, басена, пустиња, река, држава и већих градова Јужне Африке</w:t>
            </w:r>
          </w:p>
          <w:p w:rsidR="00B07CAB" w:rsidRPr="00B07CAB" w:rsidRDefault="00B07CAB" w:rsidP="00B07CAB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07C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ГЕ1.4.2. Препознаје основне природне и друштвене одлике Јужне Африке. 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B07CAB" w:rsidRPr="00B07CAB" w:rsidRDefault="00B07CAB" w:rsidP="00B07CAB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07C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– океана, острва, висоравни, планина, басена, пустиња, река, држава и већих градова Јужне Африке.</w:t>
            </w:r>
          </w:p>
          <w:p w:rsidR="00B07CAB" w:rsidRPr="00B07CAB" w:rsidRDefault="00B07CAB" w:rsidP="00B07CAB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07C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B07CAB" w:rsidRPr="00B07CAB" w:rsidRDefault="00B07CAB" w:rsidP="00B07CAB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07C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географски положај, рељеф, климу и друштвеногеографске одлике Јужне Африке и Јужноафричке Републике.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B07CAB" w:rsidRPr="00B07CAB" w:rsidRDefault="00B07CAB" w:rsidP="00B07CA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07C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ГЕ3.1.1. Анализира географску карту и доноси закључке о просторним и каузалним везама Јужне Африке – географски положај између два океана, рељеф, подела на државе. Упоређује географски положај Јужне и Северне Африке и уочава сличности и разлике.</w:t>
            </w:r>
          </w:p>
          <w:p w:rsidR="00530636" w:rsidRPr="00550ED1" w:rsidRDefault="00B07CA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07C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ГЕ3.4.3. Разуме и објашњава географске везе и законитости Јужне Африке – географски положај на југу континента, у умереном појасу, између два океана, рељеф пространих висоравни, различиту климу, сложене демографске одлике и велико рудно богатство.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50ED1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 Африке,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B07CA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биологија,  хемија (руде)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855E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F85AF6" w:rsidRPr="00F85AF6" w:rsidRDefault="003051A7" w:rsidP="00B07C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051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3051A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оновљамо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 са  ученицима </w:t>
            </w:r>
            <w:r w:rsidR="00B07CAB" w:rsidRPr="00B07C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</w:t>
            </w:r>
            <w:r w:rsidR="00B07CAB" w:rsidRPr="00B07CAB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истраживања и чувене поморце битне за откриће Рта добре наде и везу Атлантског и Индијског океана.</w:t>
            </w:r>
            <w:r w:rsidR="00F85AF6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Саопштавамо  како с у  ученици  урадили  нему  карту  Подсахарске  Африке,  саопштавамо и  образлажемо  оцене.</w:t>
            </w:r>
          </w:p>
          <w:p w:rsidR="0096516D" w:rsidRPr="00B07CAB" w:rsidRDefault="0096516D" w:rsidP="001D57C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855EB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043073" w:rsidRDefault="00B07CAB" w:rsidP="00550ED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07CA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051A7" w:rsidRPr="003051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3051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омаже</w:t>
            </w:r>
            <w:r w:rsidR="003051A7" w:rsidRPr="003051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</w:t>
            </w:r>
            <w:r w:rsidRPr="00B07CA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ученицима да </w:t>
            </w:r>
            <w:r w:rsidRPr="00550E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одреде</w:t>
            </w:r>
            <w:r w:rsidRPr="00B07CA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границе и </w:t>
            </w:r>
            <w:r w:rsidR="003051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географски положај Јужне Африке.</w:t>
            </w:r>
            <w:r w:rsidR="003051A7" w:rsidRPr="003051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Објашњавамо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смењивање типова климе од севера ка југу и </w:t>
            </w:r>
            <w:r w:rsidR="00621E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тражимо  да  ученици упореде Јужну и Северну Африку 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21E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да  уоче 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сличности и разлике</w:t>
            </w:r>
            <w:r w:rsidR="00621E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21E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Наводимо  одлике  рељефа—Јужноафричка  висораван, Дракенске  планине,  басен  Калахари.Наводимо  и  објашњавамо  типове  климе.Тражимо  да  ученици  </w:t>
            </w:r>
            <w:r w:rsidR="00621E37" w:rsidRPr="00621E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анализирају климадијаграме –сл. 6. страна 149.  у  уџбенику</w:t>
            </w:r>
            <w:r w:rsidR="00621E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.Истичемо  пустиње  Намиб  и  Калахари.Одређујемо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сливове река Јужне Африке </w:t>
            </w:r>
            <w:r w:rsidR="00621E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показујемо  реке Замбези, Лимпопо и Орање.Објашњавамо одлике становништва, наводимо народе</w:t>
            </w:r>
            <w:r w:rsidR="00043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.О</w:t>
            </w:r>
            <w:r w:rsidR="00621E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бја</w:t>
            </w:r>
            <w:r w:rsidR="00043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шњавамо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настанак ј</w:t>
            </w:r>
            <w:r w:rsidR="001646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езика „Африканс“, колонизацију и  борбу  за  слободу</w:t>
            </w:r>
            <w:r w:rsidR="00043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.Доводимо</w:t>
            </w:r>
            <w:r w:rsidRPr="003051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везу</w:t>
            </w:r>
            <w:r w:rsidRPr="001646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неразвијеност привреде, </w:t>
            </w:r>
            <w:r w:rsidR="00043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слабу образованост, сиромаштво, висок природни прираштај, стар</w:t>
            </w:r>
            <w:r w:rsidR="00043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осну структуру и болести </w:t>
            </w:r>
            <w:r w:rsidR="00043073" w:rsidRPr="00043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Истичемо огромно рудно богатство и повезјумо  са старим копном Гондвана</w:t>
            </w:r>
            <w:r w:rsidR="00043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855E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8B0437" w:rsidRDefault="008B0437" w:rsidP="008B0437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Истачемо </w:t>
            </w:r>
            <w:r w:rsidR="001646A0" w:rsidRPr="00855E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битне чињенице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још једном </w:t>
            </w:r>
            <w:r w:rsidRPr="008B0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показујемо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споменуте </w:t>
            </w:r>
            <w:r w:rsidR="001646A0" w:rsidRPr="00855E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</w:t>
            </w:r>
            <w:r w:rsidR="00550E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графске објекте на карти Африке.Саоштавамо ученицима да ураде код  куће  тест  бр. 3. на  стр.191.</w:t>
            </w:r>
            <w:bookmarkStart w:id="0" w:name="_GoBack"/>
            <w:bookmarkEnd w:id="0"/>
            <w:r w:rsidR="00550E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 уџбенику  као  припрему  за  писмену  проверу  наредног  часа.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1646A0" w:rsidRDefault="00B80B22" w:rsidP="001646A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1646A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r w:rsidR="001646A0" w:rsidRPr="008B043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ЈУЖНА  АФРИКА </w:t>
            </w:r>
            <w:r w:rsidR="008B043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</w:p>
          <w:p w:rsidR="008B0437" w:rsidRPr="008B0437" w:rsidRDefault="008B0437" w:rsidP="001646A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</w:t>
            </w:r>
            <w:r w:rsidRPr="008B0437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ИЗМЕЂУ  АТЛАНТИКА  И  ИНДИЈСКОГ  ОКЕАНА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Географски положај – најјужнија регија Африке –  Рт добре наде, Иглени рт, Атлантски и Индијски океан;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рељеф – висока Африка – Јужноафричка висораван, Капске и Дракенске планине, басен Калахари;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острва – Мадагаскар, Маурицијус;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клима – суптропска (средоземна), пустињска, тропска;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реке: Орање, Замбези, Лимпопо, Кунене,  Викторијини водопади;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пустиње: Калахари и Намиб;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ановништво: Банту црнци (Зулу),Хотентоти,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Бушмани (Сан),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Бури и друго бело становништво,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Индуси, Малгашани,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-ј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език– африканс;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градови: Кејптаун, Луанда, Хараре, Јоханесбург;</w:t>
            </w:r>
          </w:p>
          <w:p w:rsidR="001646A0" w:rsidRPr="001646A0" w:rsidRDefault="00680587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1646A0"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најважнија држава: Јужноафричка република;</w:t>
            </w:r>
          </w:p>
          <w:p w:rsidR="001646A0" w:rsidRPr="001646A0" w:rsidRDefault="00680587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1646A0"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привреда: </w:t>
            </w:r>
          </w:p>
          <w:p w:rsidR="001646A0" w:rsidRPr="001646A0" w:rsidRDefault="00680587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</w:t>
            </w:r>
            <w:r w:rsidR="001646A0"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пољопривр</w:t>
            </w:r>
            <w:r w:rsid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еда – житарице, дуван, винова</w:t>
            </w:r>
            <w:r w:rsidR="001646A0"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лоза, кафа, чај, ванила,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– сточарство (овце),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– рударство (дијаманти, злато, бакар, уран),</w:t>
            </w:r>
          </w:p>
          <w:p w:rsidR="001646A0" w:rsidRPr="001646A0" w:rsidRDefault="001646A0" w:rsidP="001646A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– индустрија у ЈАР, </w:t>
            </w:r>
          </w:p>
          <w:p w:rsidR="00D6605E" w:rsidRPr="003051A7" w:rsidRDefault="001646A0" w:rsidP="003051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46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– туризам.</w:t>
            </w: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A128EA2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C83F0F"/>
    <w:multiLevelType w:val="hybridMultilevel"/>
    <w:tmpl w:val="BD48F6B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AB44C8F"/>
    <w:multiLevelType w:val="hybridMultilevel"/>
    <w:tmpl w:val="EB2A2A3C"/>
    <w:lvl w:ilvl="0" w:tplc="112C14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43073"/>
    <w:rsid w:val="000D1454"/>
    <w:rsid w:val="000E7E1B"/>
    <w:rsid w:val="001646A0"/>
    <w:rsid w:val="00177289"/>
    <w:rsid w:val="001C6C13"/>
    <w:rsid w:val="001D57CA"/>
    <w:rsid w:val="002365E8"/>
    <w:rsid w:val="003051A7"/>
    <w:rsid w:val="003321C2"/>
    <w:rsid w:val="00391413"/>
    <w:rsid w:val="003A7B13"/>
    <w:rsid w:val="003C170C"/>
    <w:rsid w:val="003F1D6D"/>
    <w:rsid w:val="0045123D"/>
    <w:rsid w:val="00466279"/>
    <w:rsid w:val="00491F36"/>
    <w:rsid w:val="004C7CD5"/>
    <w:rsid w:val="00530636"/>
    <w:rsid w:val="00545C96"/>
    <w:rsid w:val="00550ED1"/>
    <w:rsid w:val="005F784B"/>
    <w:rsid w:val="00605D58"/>
    <w:rsid w:val="00606767"/>
    <w:rsid w:val="00621E37"/>
    <w:rsid w:val="00657717"/>
    <w:rsid w:val="0066207A"/>
    <w:rsid w:val="00664F16"/>
    <w:rsid w:val="00670648"/>
    <w:rsid w:val="00680587"/>
    <w:rsid w:val="006F2937"/>
    <w:rsid w:val="007906D8"/>
    <w:rsid w:val="007E6623"/>
    <w:rsid w:val="0080459B"/>
    <w:rsid w:val="00813711"/>
    <w:rsid w:val="00854D2A"/>
    <w:rsid w:val="00855EB6"/>
    <w:rsid w:val="008B0437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B78A4"/>
    <w:rsid w:val="00B07CAB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C77F2"/>
    <w:rsid w:val="00EE1A51"/>
    <w:rsid w:val="00F05659"/>
    <w:rsid w:val="00F137B9"/>
    <w:rsid w:val="00F36783"/>
    <w:rsid w:val="00F57D30"/>
    <w:rsid w:val="00F85AF6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A412B-5E92-4570-821B-33C34BD8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5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2020-07-06T08:45:00Z</dcterms:created>
  <dcterms:modified xsi:type="dcterms:W3CDTF">2020-07-07T17:28:00Z</dcterms:modified>
</cp:coreProperties>
</file>